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B30" w:rsidRDefault="009F2B30" w:rsidP="00596697">
      <w:pPr>
        <w:spacing w:after="0"/>
        <w:rPr>
          <w:sz w:val="24"/>
          <w:szCs w:val="24"/>
        </w:rPr>
      </w:pPr>
      <w:r>
        <w:rPr>
          <w:sz w:val="24"/>
          <w:szCs w:val="24"/>
        </w:rPr>
        <w:t>Zach Formica</w:t>
      </w:r>
    </w:p>
    <w:p w:rsidR="009F2B30" w:rsidRPr="008C5C5D" w:rsidRDefault="009F2B30" w:rsidP="00596697">
      <w:pPr>
        <w:spacing w:after="0"/>
        <w:rPr>
          <w:sz w:val="24"/>
          <w:szCs w:val="24"/>
        </w:rPr>
      </w:pPr>
      <w:r>
        <w:rPr>
          <w:b/>
          <w:i/>
          <w:sz w:val="24"/>
          <w:szCs w:val="24"/>
        </w:rPr>
        <w:t xml:space="preserve">McGwire apologizes to La Russa, Selig. </w:t>
      </w:r>
    </w:p>
    <w:p w:rsidR="009F2B30" w:rsidRDefault="009F2B30" w:rsidP="00596697">
      <w:pPr>
        <w:spacing w:after="0"/>
        <w:rPr>
          <w:sz w:val="24"/>
          <w:szCs w:val="24"/>
        </w:rPr>
      </w:pPr>
      <w:hyperlink r:id="rId4" w:history="1">
        <w:r w:rsidRPr="005D0236">
          <w:rPr>
            <w:rStyle w:val="Hyperlink"/>
            <w:sz w:val="24"/>
            <w:szCs w:val="24"/>
          </w:rPr>
          <w:t>www.ESPN.com</w:t>
        </w:r>
      </w:hyperlink>
    </w:p>
    <w:p w:rsidR="009F2B30" w:rsidRDefault="009F2B30" w:rsidP="00596697">
      <w:pPr>
        <w:spacing w:after="0"/>
        <w:rPr>
          <w:sz w:val="24"/>
          <w:szCs w:val="24"/>
        </w:rPr>
      </w:pPr>
      <w:r>
        <w:rPr>
          <w:sz w:val="24"/>
          <w:szCs w:val="24"/>
        </w:rPr>
        <w:t>1/11/10</w:t>
      </w:r>
    </w:p>
    <w:p w:rsidR="009F2B30" w:rsidRDefault="009F2B30" w:rsidP="00596697">
      <w:pPr>
        <w:spacing w:after="0"/>
        <w:rPr>
          <w:sz w:val="24"/>
          <w:szCs w:val="24"/>
        </w:rPr>
      </w:pPr>
      <w:r>
        <w:rPr>
          <w:sz w:val="24"/>
          <w:szCs w:val="24"/>
        </w:rPr>
        <w:t>Article 1</w:t>
      </w:r>
    </w:p>
    <w:p w:rsidR="009F2B30" w:rsidRDefault="009F2B30" w:rsidP="00596697">
      <w:pPr>
        <w:spacing w:after="0"/>
        <w:rPr>
          <w:sz w:val="24"/>
          <w:szCs w:val="24"/>
        </w:rPr>
      </w:pPr>
      <w:r>
        <w:rPr>
          <w:sz w:val="24"/>
          <w:szCs w:val="24"/>
        </w:rPr>
        <w:t xml:space="preserve"> </w:t>
      </w:r>
    </w:p>
    <w:p w:rsidR="009F2B30" w:rsidRDefault="009F2B30" w:rsidP="00596697">
      <w:pPr>
        <w:spacing w:after="0"/>
        <w:rPr>
          <w:sz w:val="24"/>
          <w:szCs w:val="24"/>
        </w:rPr>
      </w:pPr>
      <w:r>
        <w:rPr>
          <w:sz w:val="24"/>
          <w:szCs w:val="24"/>
        </w:rPr>
        <w:t xml:space="preserve">On Monday Mark McGwire admit to taking steroids off and on through the 90’s. He apologized for it and said he wished he had never played in the steroid era. He was hired as the cardinal’s new hitting coach and he wanted to clear everything he had done before he was in the public eye. He first personally apologized to Tony La Russa then made a public apology later in the day. </w:t>
      </w:r>
    </w:p>
    <w:p w:rsidR="009F2B30" w:rsidRDefault="009F2B30" w:rsidP="00596697">
      <w:pPr>
        <w:spacing w:after="0"/>
        <w:rPr>
          <w:sz w:val="24"/>
          <w:szCs w:val="24"/>
        </w:rPr>
      </w:pPr>
    </w:p>
    <w:p w:rsidR="009F2B30" w:rsidRDefault="009F2B30" w:rsidP="00596697">
      <w:pPr>
        <w:spacing w:after="0"/>
        <w:rPr>
          <w:sz w:val="24"/>
          <w:szCs w:val="24"/>
        </w:rPr>
      </w:pPr>
      <w:r>
        <w:rPr>
          <w:sz w:val="24"/>
          <w:szCs w:val="24"/>
        </w:rPr>
        <w:t>I was not surprised to hear that he had taken steroids. When he broke the single season home run record it was in the time of his career where most players are slowing down, so a lot of people thought he was taking something. I was sad for him because I feel that he was still a great player despite the steroids and I think he will lose his hall of fame spot because of this.  I learned that a player could possibly get away with taking steroids and that made me wonder if anybody great is right now.</w:t>
      </w:r>
      <w:r>
        <w:rPr>
          <w:sz w:val="24"/>
          <w:szCs w:val="24"/>
        </w:rPr>
        <w:tab/>
      </w:r>
    </w:p>
    <w:p w:rsidR="009F2B30" w:rsidRDefault="009F2B30" w:rsidP="00596697">
      <w:pPr>
        <w:spacing w:after="0"/>
        <w:rPr>
          <w:sz w:val="24"/>
          <w:szCs w:val="24"/>
        </w:rPr>
      </w:pPr>
    </w:p>
    <w:p w:rsidR="009F2B30" w:rsidRDefault="009F2B30" w:rsidP="00596697">
      <w:pPr>
        <w:spacing w:after="0"/>
        <w:rPr>
          <w:sz w:val="24"/>
          <w:szCs w:val="24"/>
        </w:rPr>
      </w:pPr>
      <w:r>
        <w:rPr>
          <w:sz w:val="24"/>
          <w:szCs w:val="24"/>
        </w:rPr>
        <w:t>After reading the article I wonder how many other great players have or are currently taking steroids. I also wonder if steroids really help THAT much.</w:t>
      </w:r>
    </w:p>
    <w:p w:rsidR="009F2B30" w:rsidRDefault="009F2B30" w:rsidP="00596697">
      <w:pPr>
        <w:spacing w:after="0"/>
        <w:rPr>
          <w:sz w:val="24"/>
          <w:szCs w:val="24"/>
        </w:rPr>
      </w:pPr>
    </w:p>
    <w:p w:rsidR="009F2B30" w:rsidRDefault="009F2B30" w:rsidP="00596697">
      <w:pPr>
        <w:spacing w:after="0"/>
        <w:rPr>
          <w:sz w:val="24"/>
          <w:szCs w:val="24"/>
        </w:rPr>
      </w:pPr>
      <w:r>
        <w:rPr>
          <w:sz w:val="24"/>
          <w:szCs w:val="24"/>
        </w:rPr>
        <w:t xml:space="preserve">This relates to my topic because my topic is sports and all the drugs that are used by the athletes, and this was about Mark McGwire taking steroids in his playing days. </w:t>
      </w:r>
    </w:p>
    <w:p w:rsidR="009F2B30" w:rsidRDefault="009F2B30" w:rsidP="00596697">
      <w:pPr>
        <w:spacing w:after="0"/>
        <w:rPr>
          <w:sz w:val="24"/>
          <w:szCs w:val="24"/>
        </w:rPr>
      </w:pPr>
    </w:p>
    <w:p w:rsidR="009F2B30" w:rsidRPr="008C5C5D" w:rsidRDefault="009F2B30">
      <w:pPr>
        <w:rPr>
          <w:sz w:val="24"/>
          <w:szCs w:val="24"/>
        </w:rPr>
      </w:pPr>
    </w:p>
    <w:p w:rsidR="009F2B30" w:rsidRPr="008C5C5D" w:rsidRDefault="009F2B30">
      <w:pPr>
        <w:rPr>
          <w:b/>
          <w:i/>
          <w:sz w:val="24"/>
          <w:szCs w:val="24"/>
        </w:rPr>
      </w:pPr>
    </w:p>
    <w:sectPr w:rsidR="009F2B30" w:rsidRPr="008C5C5D" w:rsidSect="008658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5C5D"/>
    <w:rsid w:val="004162D7"/>
    <w:rsid w:val="00596697"/>
    <w:rsid w:val="005D0236"/>
    <w:rsid w:val="007A5817"/>
    <w:rsid w:val="007A5C26"/>
    <w:rsid w:val="0086589B"/>
    <w:rsid w:val="008C5C5D"/>
    <w:rsid w:val="008D50C1"/>
    <w:rsid w:val="009F2B30"/>
    <w:rsid w:val="00CF3887"/>
    <w:rsid w:val="00D65F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89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C5C5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SP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TotalTime>
  <Pages>1</Pages>
  <Words>198</Words>
  <Characters>1134</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Administrator</cp:lastModifiedBy>
  <cp:revision>2</cp:revision>
  <dcterms:created xsi:type="dcterms:W3CDTF">2010-01-12T02:11:00Z</dcterms:created>
  <dcterms:modified xsi:type="dcterms:W3CDTF">2010-01-12T15:55:00Z</dcterms:modified>
</cp:coreProperties>
</file>